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14" w:rsidRPr="000F0714" w:rsidRDefault="000F0714" w:rsidP="000F0714">
      <w:pPr>
        <w:pStyle w:val="a7"/>
        <w:jc w:val="center"/>
      </w:pPr>
      <w:bookmarkStart w:id="0" w:name="_GoBack"/>
      <w:bookmarkEnd w:id="0"/>
      <w:r w:rsidRPr="000F0714">
        <w:t xml:space="preserve">Сводная ведомость результатов </w:t>
      </w:r>
      <w:r w:rsidR="004654AF" w:rsidRPr="004654AF">
        <w:t xml:space="preserve">проведения </w:t>
      </w:r>
      <w:r w:rsidRPr="000F0714">
        <w:t>специальной оценки условий труда</w:t>
      </w:r>
    </w:p>
    <w:p w:rsidR="00B3448B" w:rsidRPr="00EE5174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 w:rsidR="00EA3306">
        <w:rPr>
          <w:rStyle w:val="a9"/>
          <w:lang w:val="en-US"/>
        </w:rPr>
        <w:instrText>ceh</w:instrText>
      </w:r>
      <w:r w:rsidR="00EA3306" w:rsidRPr="00EE5174">
        <w:rPr>
          <w:rStyle w:val="a9"/>
        </w:rPr>
        <w:instrText>_</w:instrText>
      </w:r>
      <w:r w:rsidR="00EA3306"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EE5174" w:rsidRPr="00EE5174">
        <w:rPr>
          <w:rStyle w:val="a9"/>
        </w:rPr>
        <w:t>Муниципальное образование "Красюковское сельское поселение" Администрация Красюковского сельского поселения</w:t>
      </w:r>
      <w:r w:rsidRPr="00883461">
        <w:rPr>
          <w:rStyle w:val="a9"/>
        </w:rPr>
        <w:fldChar w:fldCharType="end"/>
      </w:r>
      <w:r w:rsidRPr="00883461">
        <w:rPr>
          <w:rStyle w:val="a9"/>
        </w:rPr>
        <w:t> </w:t>
      </w:r>
    </w:p>
    <w:p w:rsidR="00F06873" w:rsidRPr="00F06873" w:rsidRDefault="00F06873" w:rsidP="004654AF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F06873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table1"/>
            <w:bookmarkEnd w:id="1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F06873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F06873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числе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F06873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1"/>
            <w:bookmarkEnd w:id="2"/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F06873" w:rsidRDefault="00EE5174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3118" w:type="dxa"/>
            <w:vAlign w:val="center"/>
          </w:tcPr>
          <w:p w:rsidR="00AF1EDF" w:rsidRPr="00F06873" w:rsidRDefault="00EE5174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063" w:type="dxa"/>
            <w:vAlign w:val="center"/>
          </w:tcPr>
          <w:p w:rsidR="00AF1EDF" w:rsidRPr="00F06873" w:rsidRDefault="00EE517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EE517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169" w:type="dxa"/>
            <w:vAlign w:val="center"/>
          </w:tcPr>
          <w:p w:rsidR="00AF1EDF" w:rsidRPr="00F06873" w:rsidRDefault="00EE517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EE517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EE517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EE517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EE517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2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местах (чел.)</w:t>
            </w:r>
          </w:p>
        </w:tc>
        <w:tc>
          <w:tcPr>
            <w:tcW w:w="843" w:type="dxa"/>
            <w:vAlign w:val="center"/>
          </w:tcPr>
          <w:p w:rsidR="00AF1EDF" w:rsidRPr="00F06873" w:rsidRDefault="00EE5174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3118" w:type="dxa"/>
            <w:vAlign w:val="center"/>
          </w:tcPr>
          <w:p w:rsidR="00AF1EDF" w:rsidRPr="00F06873" w:rsidRDefault="00EE5174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063" w:type="dxa"/>
            <w:vAlign w:val="center"/>
          </w:tcPr>
          <w:p w:rsidR="00AF1EDF" w:rsidRPr="00F06873" w:rsidRDefault="00EE517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EE517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169" w:type="dxa"/>
            <w:vAlign w:val="center"/>
          </w:tcPr>
          <w:p w:rsidR="00AF1EDF" w:rsidRPr="00F06873" w:rsidRDefault="00EE517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EE517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EE517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EE517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EE517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3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F06873" w:rsidRDefault="00EE5174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3118" w:type="dxa"/>
            <w:vAlign w:val="center"/>
          </w:tcPr>
          <w:p w:rsidR="00AF1EDF" w:rsidRPr="00F06873" w:rsidRDefault="00EE5174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063" w:type="dxa"/>
            <w:vAlign w:val="center"/>
          </w:tcPr>
          <w:p w:rsidR="00AF1EDF" w:rsidRPr="00F06873" w:rsidRDefault="00EE517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EE517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69" w:type="dxa"/>
            <w:vAlign w:val="center"/>
          </w:tcPr>
          <w:p w:rsidR="00AF1EDF" w:rsidRPr="00F06873" w:rsidRDefault="00EE517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EE517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EE517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EE517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EE517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4"/>
            <w:bookmarkEnd w:id="5"/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F06873" w:rsidRDefault="00EE5174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EE5174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EE517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EE517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EE517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EE517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EE517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EE517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EE517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6" w:name="pos5"/>
            <w:bookmarkEnd w:id="6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F06873" w:rsidRDefault="00EE5174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EE5174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EE517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EE517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EE517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EE517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EE517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EE517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EE517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F06873" w:rsidRPr="00F06873" w:rsidRDefault="00F06873" w:rsidP="00F06873">
      <w:pPr>
        <w:jc w:val="right"/>
      </w:pPr>
      <w:r w:rsidRPr="00F06873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655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DE2527" w:rsidTr="004654AF">
        <w:trPr>
          <w:cantSplit/>
          <w:trHeight w:val="245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F06873" w:rsidRPr="004654AF" w:rsidRDefault="004654AF" w:rsidP="00F06873">
            <w:pPr>
              <w:jc w:val="center"/>
              <w:rPr>
                <w:sz w:val="20"/>
              </w:rPr>
            </w:pPr>
            <w:r w:rsidRPr="004654AF">
              <w:rPr>
                <w:color w:val="000000"/>
                <w:sz w:val="20"/>
              </w:rPr>
              <w:t>Индиви</w:t>
            </w:r>
            <w:r w:rsidRPr="004654AF">
              <w:rPr>
                <w:color w:val="000000"/>
                <w:sz w:val="20"/>
              </w:rPr>
              <w:softHyphen/>
              <w:t>дуальный номер рабочего места</w:t>
            </w:r>
          </w:p>
        </w:tc>
        <w:tc>
          <w:tcPr>
            <w:tcW w:w="2655" w:type="dxa"/>
            <w:vMerge w:val="restart"/>
            <w:shd w:val="clear" w:color="auto" w:fill="auto"/>
            <w:vAlign w:val="center"/>
          </w:tcPr>
          <w:p w:rsidR="004654AF" w:rsidRPr="004654AF" w:rsidRDefault="004654AF" w:rsidP="004654AF">
            <w:pPr>
              <w:jc w:val="center"/>
              <w:rPr>
                <w:color w:val="000000"/>
                <w:sz w:val="20"/>
              </w:rPr>
            </w:pPr>
            <w:r w:rsidRPr="004654AF">
              <w:rPr>
                <w:color w:val="000000"/>
                <w:sz w:val="20"/>
              </w:rPr>
              <w:t>Профессия/</w:t>
            </w:r>
            <w:r w:rsidRPr="004654AF">
              <w:rPr>
                <w:color w:val="000000"/>
                <w:sz w:val="20"/>
              </w:rPr>
              <w:br/>
              <w:t>должность/</w:t>
            </w:r>
            <w:r w:rsidRPr="004654AF">
              <w:rPr>
                <w:color w:val="000000"/>
                <w:sz w:val="20"/>
              </w:rPr>
              <w:br/>
              <w:t xml:space="preserve">специальность работника </w:t>
            </w:r>
          </w:p>
          <w:p w:rsidR="00F06873" w:rsidRPr="004654AF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F06873" w:rsidRPr="004654AF" w:rsidRDefault="00F06873" w:rsidP="00F06873">
            <w:pPr>
              <w:jc w:val="center"/>
              <w:rPr>
                <w:sz w:val="20"/>
              </w:rPr>
            </w:pPr>
            <w:r w:rsidRPr="004654AF">
              <w:rPr>
                <w:sz w:val="20"/>
              </w:rPr>
              <w:t>Классы</w:t>
            </w:r>
            <w:r w:rsidR="004654AF" w:rsidRPr="004654AF">
              <w:rPr>
                <w:sz w:val="20"/>
              </w:rPr>
              <w:t xml:space="preserve"> </w:t>
            </w:r>
            <w:r w:rsidR="004654AF" w:rsidRPr="004654AF">
              <w:rPr>
                <w:color w:val="000000"/>
                <w:sz w:val="20"/>
              </w:rPr>
              <w:t>(подклассы)</w:t>
            </w:r>
            <w:r w:rsidRPr="004654AF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условий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условий труда с учетом эффективного применения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Повышенный размер оплаты труда (да,нет)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Ежегодный дополнительный оплачиваемый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Сокращенная продолжительность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F06873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Лечебно</w:t>
            </w:r>
            <w:r w:rsidRPr="00F06873">
              <w:rPr>
                <w:sz w:val="16"/>
                <w:szCs w:val="16"/>
              </w:rPr>
              <w:t>-профилактическое питание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Льготно</w:t>
            </w:r>
            <w:r w:rsidRPr="00F06873">
              <w:rPr>
                <w:sz w:val="16"/>
                <w:szCs w:val="16"/>
              </w:rPr>
              <w:t>е пенсионное обеспечение (да/нет)</w:t>
            </w:r>
          </w:p>
        </w:tc>
      </w:tr>
      <w:tr w:rsidR="00F06873" w:rsidRPr="00DE2527" w:rsidTr="004654AF">
        <w:trPr>
          <w:cantSplit/>
          <w:trHeight w:val="2254"/>
        </w:trPr>
        <w:tc>
          <w:tcPr>
            <w:tcW w:w="959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55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аэрозоли преимущественно фиброгенного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ультразвук</w:t>
            </w:r>
            <w:r w:rsidRPr="00F06873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F06873">
              <w:rPr>
                <w:color w:val="000000"/>
                <w:sz w:val="16"/>
                <w:szCs w:val="16"/>
              </w:rPr>
              <w:t>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микроклимат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световая среда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напряженность трудового процесса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F06873" w:rsidTr="004654AF">
        <w:tc>
          <w:tcPr>
            <w:tcW w:w="959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</w:t>
            </w:r>
            <w:bookmarkStart w:id="7" w:name="table2"/>
            <w:bookmarkEnd w:id="7"/>
          </w:p>
        </w:tc>
        <w:tc>
          <w:tcPr>
            <w:tcW w:w="2655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24</w:t>
            </w:r>
          </w:p>
        </w:tc>
      </w:tr>
      <w:tr w:rsidR="00EE5174" w:rsidRPr="00F06873" w:rsidTr="004654AF">
        <w:tc>
          <w:tcPr>
            <w:tcW w:w="959" w:type="dxa"/>
            <w:shd w:val="clear" w:color="auto" w:fill="auto"/>
            <w:vAlign w:val="center"/>
          </w:tcPr>
          <w:p w:rsidR="00EE5174" w:rsidRPr="00F06873" w:rsidRDefault="00EE5174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E5174" w:rsidRPr="00EE5174" w:rsidRDefault="00EE5174" w:rsidP="001B19D8">
            <w:pPr>
              <w:jc w:val="center"/>
              <w:rPr>
                <w:b/>
                <w:sz w:val="18"/>
                <w:szCs w:val="18"/>
              </w:rPr>
            </w:pPr>
            <w:r w:rsidRPr="00EE5174">
              <w:rPr>
                <w:b/>
                <w:sz w:val="18"/>
                <w:szCs w:val="18"/>
              </w:rPr>
              <w:t>Основное подразделение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Pr="00F06873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E5174" w:rsidRPr="00F06873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E5174" w:rsidRPr="00F06873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E5174" w:rsidRPr="00F06873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E5174" w:rsidRPr="00F06873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E5174" w:rsidRPr="00F06873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E5174" w:rsidRPr="00F06873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E5174" w:rsidRPr="00F06873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E5174" w:rsidRPr="00F06873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E5174" w:rsidRPr="00F06873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E5174" w:rsidRPr="00F06873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E5174" w:rsidRPr="00F06873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E5174" w:rsidRPr="00F06873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E5174" w:rsidRPr="00F06873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E5174" w:rsidRPr="00F06873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E5174" w:rsidRPr="00F06873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E5174" w:rsidRPr="00F06873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E5174" w:rsidRPr="00F06873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E5174" w:rsidRPr="00F06873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E5174" w:rsidRPr="00F06873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E5174" w:rsidRPr="00F06873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E5174" w:rsidRPr="00F06873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E5174" w:rsidRPr="00F06873" w:rsidTr="004654AF">
        <w:tc>
          <w:tcPr>
            <w:tcW w:w="959" w:type="dxa"/>
            <w:shd w:val="clear" w:color="auto" w:fill="auto"/>
            <w:vAlign w:val="center"/>
          </w:tcPr>
          <w:p w:rsidR="00EE5174" w:rsidRPr="00F06873" w:rsidRDefault="00EE517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E5174" w:rsidRPr="00EE5174" w:rsidRDefault="00EE517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Глава Администрации Красюковского сельского поселения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Pr="00F06873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Pr="00F06873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Pr="00F06873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Pr="00F06873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Pr="00F06873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Pr="00F06873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Pr="00F06873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Pr="00F06873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Pr="00F06873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Pr="00F06873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Pr="00F06873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Pr="00F06873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Pr="00F06873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E5174" w:rsidRPr="00F06873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Pr="00F06873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5174" w:rsidRPr="00F06873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Pr="00F06873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Pr="00F06873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Pr="00F06873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Pr="00F06873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Pr="00F06873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E5174" w:rsidRPr="00F06873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E5174" w:rsidRPr="00F06873" w:rsidTr="004654AF">
        <w:tc>
          <w:tcPr>
            <w:tcW w:w="959" w:type="dxa"/>
            <w:shd w:val="clear" w:color="auto" w:fill="auto"/>
            <w:vAlign w:val="center"/>
          </w:tcPr>
          <w:p w:rsidR="00EE5174" w:rsidRDefault="00EE517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E5174" w:rsidRPr="00EE5174" w:rsidRDefault="00EE517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главы администрации по ЖКХ, строительству и благоустройству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E5174" w:rsidRPr="00F06873" w:rsidTr="004654AF">
        <w:tc>
          <w:tcPr>
            <w:tcW w:w="959" w:type="dxa"/>
            <w:shd w:val="clear" w:color="auto" w:fill="auto"/>
            <w:vAlign w:val="center"/>
          </w:tcPr>
          <w:p w:rsidR="00EE5174" w:rsidRDefault="00EE5174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E5174" w:rsidRPr="00EE5174" w:rsidRDefault="00EE5174" w:rsidP="001B19D8">
            <w:pPr>
              <w:jc w:val="center"/>
              <w:rPr>
                <w:b/>
                <w:sz w:val="18"/>
                <w:szCs w:val="18"/>
              </w:rPr>
            </w:pPr>
            <w:r w:rsidRPr="00EE5174">
              <w:rPr>
                <w:b/>
                <w:sz w:val="18"/>
                <w:szCs w:val="18"/>
              </w:rPr>
              <w:t>Служба экономики и финансов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E5174" w:rsidRPr="00F06873" w:rsidTr="004654AF">
        <w:tc>
          <w:tcPr>
            <w:tcW w:w="959" w:type="dxa"/>
            <w:shd w:val="clear" w:color="auto" w:fill="auto"/>
            <w:vAlign w:val="center"/>
          </w:tcPr>
          <w:p w:rsidR="00EE5174" w:rsidRDefault="00EE517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E5174" w:rsidRPr="00EE5174" w:rsidRDefault="00EE517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Начальник службы экономики </w:t>
            </w:r>
            <w:r>
              <w:rPr>
                <w:sz w:val="18"/>
                <w:szCs w:val="18"/>
              </w:rPr>
              <w:lastRenderedPageBreak/>
              <w:t>и финансов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E5174" w:rsidRPr="00F06873" w:rsidTr="004654AF">
        <w:tc>
          <w:tcPr>
            <w:tcW w:w="959" w:type="dxa"/>
            <w:shd w:val="clear" w:color="auto" w:fill="auto"/>
            <w:vAlign w:val="center"/>
          </w:tcPr>
          <w:p w:rsidR="00EE5174" w:rsidRDefault="00EE517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E5174" w:rsidRPr="00EE5174" w:rsidRDefault="00EE517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E5174" w:rsidRPr="00F06873" w:rsidTr="004654AF">
        <w:tc>
          <w:tcPr>
            <w:tcW w:w="959" w:type="dxa"/>
            <w:shd w:val="clear" w:color="auto" w:fill="auto"/>
            <w:vAlign w:val="center"/>
          </w:tcPr>
          <w:p w:rsidR="00EE5174" w:rsidRDefault="00EE517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E5174" w:rsidRPr="00EE5174" w:rsidRDefault="00EE517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специалист- экономист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E5174" w:rsidRPr="00F06873" w:rsidTr="004654AF">
        <w:tc>
          <w:tcPr>
            <w:tcW w:w="959" w:type="dxa"/>
            <w:shd w:val="clear" w:color="auto" w:fill="auto"/>
            <w:vAlign w:val="center"/>
          </w:tcPr>
          <w:p w:rsidR="00EE5174" w:rsidRDefault="00EE517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E5174" w:rsidRPr="00EE5174" w:rsidRDefault="00EE517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по делопроизводству и архивной работе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E5174" w:rsidRPr="00F06873" w:rsidTr="004654AF">
        <w:tc>
          <w:tcPr>
            <w:tcW w:w="959" w:type="dxa"/>
            <w:shd w:val="clear" w:color="auto" w:fill="auto"/>
            <w:vAlign w:val="center"/>
          </w:tcPr>
          <w:p w:rsidR="00EE5174" w:rsidRDefault="00EE517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E5174" w:rsidRPr="00EE5174" w:rsidRDefault="00EE517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по правовой и кадровой работе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E5174" w:rsidRPr="00F06873" w:rsidTr="004654AF">
        <w:tc>
          <w:tcPr>
            <w:tcW w:w="959" w:type="dxa"/>
            <w:shd w:val="clear" w:color="auto" w:fill="auto"/>
            <w:vAlign w:val="center"/>
          </w:tcPr>
          <w:p w:rsidR="00EE5174" w:rsidRDefault="00EE517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E5174" w:rsidRPr="00EE5174" w:rsidRDefault="00EE517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по вопросам земельных и имущественных отношений, бытовому обслуживанию и торговле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E5174" w:rsidRPr="00F06873" w:rsidTr="004654AF">
        <w:tc>
          <w:tcPr>
            <w:tcW w:w="959" w:type="dxa"/>
            <w:shd w:val="clear" w:color="auto" w:fill="auto"/>
            <w:vAlign w:val="center"/>
          </w:tcPr>
          <w:p w:rsidR="00EE5174" w:rsidRDefault="00EE5174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E5174" w:rsidRPr="00EE5174" w:rsidRDefault="00EE5174" w:rsidP="001B19D8">
            <w:pPr>
              <w:jc w:val="center"/>
              <w:rPr>
                <w:b/>
                <w:sz w:val="18"/>
                <w:szCs w:val="18"/>
              </w:rPr>
            </w:pPr>
            <w:r w:rsidRPr="00EE5174">
              <w:rPr>
                <w:b/>
                <w:sz w:val="18"/>
                <w:szCs w:val="18"/>
              </w:rPr>
              <w:t>Технический и обслуживающий персонал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E5174" w:rsidRPr="00F06873" w:rsidTr="004654AF">
        <w:tc>
          <w:tcPr>
            <w:tcW w:w="959" w:type="dxa"/>
            <w:shd w:val="clear" w:color="auto" w:fill="auto"/>
            <w:vAlign w:val="center"/>
          </w:tcPr>
          <w:p w:rsidR="00EE5174" w:rsidRDefault="00EE517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E5174" w:rsidRPr="00EE5174" w:rsidRDefault="00EE517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инспектор по культуре, спорту, молодежной политике и связям с общественностью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E5174" w:rsidRPr="00F06873" w:rsidTr="004654AF">
        <w:tc>
          <w:tcPr>
            <w:tcW w:w="959" w:type="dxa"/>
            <w:shd w:val="clear" w:color="auto" w:fill="auto"/>
            <w:vAlign w:val="center"/>
          </w:tcPr>
          <w:p w:rsidR="00EE5174" w:rsidRDefault="00EE517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E5174" w:rsidRPr="00EE5174" w:rsidRDefault="00EE517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инспектор по вопросам МОБ, пожарной безопасности и ЧС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E5174" w:rsidRPr="00F06873" w:rsidTr="004654AF">
        <w:tc>
          <w:tcPr>
            <w:tcW w:w="959" w:type="dxa"/>
            <w:shd w:val="clear" w:color="auto" w:fill="auto"/>
            <w:vAlign w:val="center"/>
          </w:tcPr>
          <w:p w:rsidR="00EE5174" w:rsidRDefault="00EE517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E5174" w:rsidRPr="00EE5174" w:rsidRDefault="00EE517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инспектор по вопросам ЖКХ, архитектуры, строительства и благоустройства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E5174" w:rsidRPr="00F06873" w:rsidTr="004654AF">
        <w:tc>
          <w:tcPr>
            <w:tcW w:w="959" w:type="dxa"/>
            <w:shd w:val="clear" w:color="auto" w:fill="auto"/>
            <w:vAlign w:val="center"/>
          </w:tcPr>
          <w:p w:rsidR="00EE5174" w:rsidRDefault="00EE517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E5174" w:rsidRPr="00EE5174" w:rsidRDefault="00EE517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инспектор по организации работы с обращениями граждан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E5174" w:rsidRPr="00F06873" w:rsidTr="004654AF">
        <w:tc>
          <w:tcPr>
            <w:tcW w:w="959" w:type="dxa"/>
            <w:shd w:val="clear" w:color="auto" w:fill="auto"/>
            <w:vAlign w:val="center"/>
          </w:tcPr>
          <w:p w:rsidR="00EE5174" w:rsidRDefault="00EE517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E5174" w:rsidRPr="00EE5174" w:rsidRDefault="00EE517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инспектор по  закупкам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E5174" w:rsidRPr="00F06873" w:rsidTr="004654AF">
        <w:tc>
          <w:tcPr>
            <w:tcW w:w="959" w:type="dxa"/>
            <w:shd w:val="clear" w:color="auto" w:fill="auto"/>
            <w:vAlign w:val="center"/>
          </w:tcPr>
          <w:p w:rsidR="00EE5174" w:rsidRDefault="00EE517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E5174" w:rsidRPr="00EE5174" w:rsidRDefault="00EE517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E5174" w:rsidRPr="00F06873" w:rsidTr="004654AF">
        <w:tc>
          <w:tcPr>
            <w:tcW w:w="959" w:type="dxa"/>
            <w:shd w:val="clear" w:color="auto" w:fill="auto"/>
            <w:vAlign w:val="center"/>
          </w:tcPr>
          <w:p w:rsidR="00EE5174" w:rsidRDefault="00EE517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E5174" w:rsidRPr="00EE5174" w:rsidRDefault="00EE517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служебных помещений 1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E5174" w:rsidRPr="00F06873" w:rsidTr="004654AF">
        <w:tc>
          <w:tcPr>
            <w:tcW w:w="959" w:type="dxa"/>
            <w:shd w:val="clear" w:color="auto" w:fill="auto"/>
            <w:vAlign w:val="center"/>
          </w:tcPr>
          <w:p w:rsidR="00EE5174" w:rsidRDefault="00EE517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E5174" w:rsidRPr="00EE5174" w:rsidRDefault="00EE517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Дворник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E5174" w:rsidRPr="00F06873" w:rsidTr="004654AF">
        <w:tc>
          <w:tcPr>
            <w:tcW w:w="959" w:type="dxa"/>
            <w:shd w:val="clear" w:color="auto" w:fill="auto"/>
            <w:vAlign w:val="center"/>
          </w:tcPr>
          <w:p w:rsidR="00EE5174" w:rsidRDefault="00EE517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E5174" w:rsidRPr="00EE5174" w:rsidRDefault="00EE517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Инспектор ВУС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E5174" w:rsidRPr="00F06873" w:rsidTr="004654AF">
        <w:tc>
          <w:tcPr>
            <w:tcW w:w="959" w:type="dxa"/>
            <w:shd w:val="clear" w:color="auto" w:fill="auto"/>
            <w:vAlign w:val="center"/>
          </w:tcPr>
          <w:p w:rsidR="00EE5174" w:rsidRDefault="00EE517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E5174" w:rsidRPr="00EE5174" w:rsidRDefault="00EE517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инспектор по  вопросам благоустройства, имуществу, бытовому обслуживанию и торговле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E5174" w:rsidRPr="00F06873" w:rsidTr="004654AF">
        <w:tc>
          <w:tcPr>
            <w:tcW w:w="959" w:type="dxa"/>
            <w:shd w:val="clear" w:color="auto" w:fill="auto"/>
            <w:vAlign w:val="center"/>
          </w:tcPr>
          <w:p w:rsidR="00EE5174" w:rsidRDefault="00EE517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E5174" w:rsidRPr="00EE5174" w:rsidRDefault="00EE517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инспектор по информационному сопровождению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E5174" w:rsidRDefault="00EE517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65289A" w:rsidRDefault="0065289A" w:rsidP="009A1326">
      <w:pPr>
        <w:rPr>
          <w:sz w:val="18"/>
          <w:szCs w:val="18"/>
          <w:lang w:val="en-US"/>
        </w:rPr>
      </w:pPr>
    </w:p>
    <w:p w:rsidR="00936F48" w:rsidRPr="00FD5E7D" w:rsidRDefault="00936F48" w:rsidP="00936F48">
      <w:pPr>
        <w:rPr>
          <w:lang w:val="en-US"/>
        </w:rPr>
      </w:pPr>
      <w:r w:rsidRPr="00DB70BA">
        <w:t>Дата составления: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>
        <w:rPr>
          <w:rStyle w:val="a9"/>
          <w:lang w:val="en-US"/>
        </w:rPr>
        <w:instrText>fill_date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EE5174">
        <w:rPr>
          <w:rStyle w:val="a9"/>
        </w:rPr>
        <w:t xml:space="preserve">       </w:t>
      </w:r>
      <w:r w:rsidRPr="00883461">
        <w:rPr>
          <w:rStyle w:val="a9"/>
        </w:rPr>
        <w:fldChar w:fldCharType="end"/>
      </w:r>
      <w:r>
        <w:rPr>
          <w:rStyle w:val="a9"/>
          <w:lang w:val="en-US"/>
        </w:rPr>
        <w:t> </w:t>
      </w:r>
    </w:p>
    <w:p w:rsidR="004654AF" w:rsidRDefault="004654AF" w:rsidP="009D6532"/>
    <w:p w:rsidR="009D6532" w:rsidRPr="003C5C39" w:rsidRDefault="009D6532" w:rsidP="009D6532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3F4B55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EE5174" w:rsidP="009D6532">
            <w:pPr>
              <w:pStyle w:val="aa"/>
            </w:pPr>
            <w:r>
              <w:t xml:space="preserve">Заместитель главы Администрации по </w:t>
            </w:r>
            <w:r>
              <w:lastRenderedPageBreak/>
              <w:t>ЖКХ, строительству и благоустройству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8" w:name="com_pred"/>
            <w:bookmarkEnd w:id="8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EE5174" w:rsidP="009D6532">
            <w:pPr>
              <w:pStyle w:val="aa"/>
            </w:pPr>
            <w:r>
              <w:t>Мирущенко Наталья Александров</w:t>
            </w:r>
            <w:r>
              <w:lastRenderedPageBreak/>
              <w:t>на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3F4B55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9" w:name="s070_1"/>
            <w:bookmarkEnd w:id="9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EE5174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9D6532" w:rsidRDefault="009D6532" w:rsidP="009D6532">
      <w:pPr>
        <w:rPr>
          <w:lang w:val="en-US"/>
        </w:rPr>
      </w:pPr>
    </w:p>
    <w:p w:rsidR="009D6532" w:rsidRPr="00EE5174" w:rsidRDefault="009D6532" w:rsidP="009D6532">
      <w:r w:rsidRPr="003C5C3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EE5174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EE5174" w:rsidP="009D6532">
            <w:pPr>
              <w:pStyle w:val="aa"/>
            </w:pPr>
            <w:r>
              <w:t>Главный бухгалтер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10" w:name="com_chlens"/>
            <w:bookmarkEnd w:id="10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EE5174" w:rsidP="009D6532">
            <w:pPr>
              <w:pStyle w:val="aa"/>
            </w:pPr>
            <w:r>
              <w:t>Федулова Роза Романовна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EE5174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11" w:name="s070_2"/>
            <w:bookmarkEnd w:id="11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EE5174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EE5174" w:rsidRPr="00EE5174" w:rsidTr="00EE5174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5174" w:rsidRPr="00EE5174" w:rsidRDefault="00EE5174" w:rsidP="009D6532">
            <w:pPr>
              <w:pStyle w:val="aa"/>
            </w:pPr>
            <w:r>
              <w:t>Ведущий специалист по делопроизводству и архивной работе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E5174" w:rsidRPr="00EE5174" w:rsidRDefault="00EE5174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5174" w:rsidRPr="00EE5174" w:rsidRDefault="00EE5174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EE5174" w:rsidRPr="00EE5174" w:rsidRDefault="00EE5174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5174" w:rsidRPr="00EE5174" w:rsidRDefault="00EE5174" w:rsidP="009D6532">
            <w:pPr>
              <w:pStyle w:val="aa"/>
            </w:pPr>
            <w:r>
              <w:t>Тарасова Людмила Олеговна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EE5174" w:rsidRPr="00EE5174" w:rsidRDefault="00EE5174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5174" w:rsidRPr="00EE5174" w:rsidRDefault="00EE5174" w:rsidP="009D6532">
            <w:pPr>
              <w:pStyle w:val="aa"/>
            </w:pPr>
          </w:p>
        </w:tc>
      </w:tr>
      <w:tr w:rsidR="00EE5174" w:rsidRPr="00EE5174" w:rsidTr="00EE5174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EE5174" w:rsidRPr="00EE5174" w:rsidRDefault="00EE5174" w:rsidP="009D6532">
            <w:pPr>
              <w:pStyle w:val="aa"/>
              <w:rPr>
                <w:vertAlign w:val="superscript"/>
              </w:rPr>
            </w:pPr>
            <w:r w:rsidRPr="00EE5174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EE5174" w:rsidRPr="00EE5174" w:rsidRDefault="00EE5174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EE5174" w:rsidRPr="00EE5174" w:rsidRDefault="00EE5174" w:rsidP="009D6532">
            <w:pPr>
              <w:pStyle w:val="aa"/>
              <w:rPr>
                <w:vertAlign w:val="superscript"/>
              </w:rPr>
            </w:pPr>
            <w:r w:rsidRPr="00EE5174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EE5174" w:rsidRPr="00EE5174" w:rsidRDefault="00EE5174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EE5174" w:rsidRPr="00EE5174" w:rsidRDefault="00EE5174" w:rsidP="009D6532">
            <w:pPr>
              <w:pStyle w:val="aa"/>
              <w:rPr>
                <w:vertAlign w:val="superscript"/>
              </w:rPr>
            </w:pPr>
            <w:r w:rsidRPr="00EE5174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EE5174" w:rsidRPr="00EE5174" w:rsidRDefault="00EE5174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EE5174" w:rsidRPr="00EE5174" w:rsidRDefault="00EE5174" w:rsidP="009D6532">
            <w:pPr>
              <w:pStyle w:val="aa"/>
              <w:rPr>
                <w:vertAlign w:val="superscript"/>
              </w:rPr>
            </w:pPr>
            <w:r w:rsidRPr="00EE5174">
              <w:rPr>
                <w:vertAlign w:val="superscript"/>
              </w:rPr>
              <w:t>(дата)</w:t>
            </w:r>
          </w:p>
        </w:tc>
      </w:tr>
      <w:tr w:rsidR="00EE5174" w:rsidRPr="00EE5174" w:rsidTr="00EE5174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5174" w:rsidRPr="00EE5174" w:rsidRDefault="00EE5174" w:rsidP="009D6532">
            <w:pPr>
              <w:pStyle w:val="aa"/>
            </w:pPr>
            <w:r>
              <w:t>Старший инспектор по вопросам ЖКХ, архитектуры, строительства и благоустройства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E5174" w:rsidRPr="00EE5174" w:rsidRDefault="00EE5174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5174" w:rsidRPr="00EE5174" w:rsidRDefault="00EE5174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EE5174" w:rsidRPr="00EE5174" w:rsidRDefault="00EE5174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5174" w:rsidRPr="00EE5174" w:rsidRDefault="00EE5174" w:rsidP="009D6532">
            <w:pPr>
              <w:pStyle w:val="aa"/>
            </w:pPr>
            <w:r>
              <w:t>Тычинский Алексей Евгеньевич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EE5174" w:rsidRPr="00EE5174" w:rsidRDefault="00EE5174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5174" w:rsidRPr="00EE5174" w:rsidRDefault="00EE5174" w:rsidP="009D6532">
            <w:pPr>
              <w:pStyle w:val="aa"/>
            </w:pPr>
          </w:p>
        </w:tc>
      </w:tr>
      <w:tr w:rsidR="00EE5174" w:rsidRPr="00EE5174" w:rsidTr="00EE5174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EE5174" w:rsidRPr="00EE5174" w:rsidRDefault="00EE5174" w:rsidP="009D6532">
            <w:pPr>
              <w:pStyle w:val="aa"/>
              <w:rPr>
                <w:vertAlign w:val="superscript"/>
              </w:rPr>
            </w:pPr>
            <w:r w:rsidRPr="00EE5174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EE5174" w:rsidRPr="00EE5174" w:rsidRDefault="00EE5174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EE5174" w:rsidRPr="00EE5174" w:rsidRDefault="00EE5174" w:rsidP="009D6532">
            <w:pPr>
              <w:pStyle w:val="aa"/>
              <w:rPr>
                <w:vertAlign w:val="superscript"/>
              </w:rPr>
            </w:pPr>
            <w:r w:rsidRPr="00EE5174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EE5174" w:rsidRPr="00EE5174" w:rsidRDefault="00EE5174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EE5174" w:rsidRPr="00EE5174" w:rsidRDefault="00EE5174" w:rsidP="009D6532">
            <w:pPr>
              <w:pStyle w:val="aa"/>
              <w:rPr>
                <w:vertAlign w:val="superscript"/>
              </w:rPr>
            </w:pPr>
            <w:r w:rsidRPr="00EE5174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EE5174" w:rsidRPr="00EE5174" w:rsidRDefault="00EE5174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EE5174" w:rsidRPr="00EE5174" w:rsidRDefault="00EE5174" w:rsidP="009D6532">
            <w:pPr>
              <w:pStyle w:val="aa"/>
              <w:rPr>
                <w:vertAlign w:val="superscript"/>
              </w:rPr>
            </w:pPr>
            <w:r w:rsidRPr="00EE5174">
              <w:rPr>
                <w:vertAlign w:val="superscript"/>
              </w:rPr>
              <w:t>(дата)</w:t>
            </w:r>
          </w:p>
        </w:tc>
      </w:tr>
      <w:tr w:rsidR="00EE5174" w:rsidRPr="00EE5174" w:rsidTr="00EE5174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5174" w:rsidRPr="00EE5174" w:rsidRDefault="00EE5174" w:rsidP="009D6532">
            <w:pPr>
              <w:pStyle w:val="aa"/>
            </w:pPr>
            <w:r>
              <w:t>Старший инспектор по организации работы с обращениями граждан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E5174" w:rsidRPr="00EE5174" w:rsidRDefault="00EE5174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5174" w:rsidRPr="00EE5174" w:rsidRDefault="00EE5174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EE5174" w:rsidRPr="00EE5174" w:rsidRDefault="00EE5174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5174" w:rsidRPr="00EE5174" w:rsidRDefault="00EE5174" w:rsidP="009D6532">
            <w:pPr>
              <w:pStyle w:val="aa"/>
            </w:pPr>
            <w:r>
              <w:t>Морозова Людмила Викторовна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EE5174" w:rsidRPr="00EE5174" w:rsidRDefault="00EE5174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5174" w:rsidRPr="00EE5174" w:rsidRDefault="00EE5174" w:rsidP="009D6532">
            <w:pPr>
              <w:pStyle w:val="aa"/>
            </w:pPr>
          </w:p>
        </w:tc>
      </w:tr>
      <w:tr w:rsidR="00EE5174" w:rsidRPr="00EE5174" w:rsidTr="00EE5174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EE5174" w:rsidRPr="00EE5174" w:rsidRDefault="00EE5174" w:rsidP="009D6532">
            <w:pPr>
              <w:pStyle w:val="aa"/>
              <w:rPr>
                <w:vertAlign w:val="superscript"/>
              </w:rPr>
            </w:pPr>
            <w:r w:rsidRPr="00EE5174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EE5174" w:rsidRPr="00EE5174" w:rsidRDefault="00EE5174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EE5174" w:rsidRPr="00EE5174" w:rsidRDefault="00EE5174" w:rsidP="009D6532">
            <w:pPr>
              <w:pStyle w:val="aa"/>
              <w:rPr>
                <w:vertAlign w:val="superscript"/>
              </w:rPr>
            </w:pPr>
            <w:r w:rsidRPr="00EE5174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EE5174" w:rsidRPr="00EE5174" w:rsidRDefault="00EE5174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EE5174" w:rsidRPr="00EE5174" w:rsidRDefault="00EE5174" w:rsidP="009D6532">
            <w:pPr>
              <w:pStyle w:val="aa"/>
              <w:rPr>
                <w:vertAlign w:val="superscript"/>
              </w:rPr>
            </w:pPr>
            <w:r w:rsidRPr="00EE5174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EE5174" w:rsidRPr="00EE5174" w:rsidRDefault="00EE5174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EE5174" w:rsidRPr="00EE5174" w:rsidRDefault="00EE5174" w:rsidP="009D6532">
            <w:pPr>
              <w:pStyle w:val="aa"/>
              <w:rPr>
                <w:vertAlign w:val="superscript"/>
              </w:rPr>
            </w:pPr>
            <w:r w:rsidRPr="00EE5174">
              <w:rPr>
                <w:vertAlign w:val="superscript"/>
              </w:rPr>
              <w:t>(дата)</w:t>
            </w:r>
          </w:p>
        </w:tc>
      </w:tr>
    </w:tbl>
    <w:p w:rsidR="002743B5" w:rsidRDefault="002743B5" w:rsidP="002743B5">
      <w:pPr>
        <w:rPr>
          <w:lang w:val="en-US"/>
        </w:rPr>
      </w:pPr>
    </w:p>
    <w:p w:rsidR="002743B5" w:rsidRPr="003C5C39" w:rsidRDefault="004654AF" w:rsidP="002743B5">
      <w:r w:rsidRPr="004654AF">
        <w:t>Эксперт(-ы) организации, проводившей специальную оценку условий труда:</w:t>
      </w:r>
    </w:p>
    <w:tbl>
      <w:tblPr>
        <w:tblStyle w:val="a3"/>
        <w:tblW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2743B5" w:rsidRPr="00EE5174" w:rsidTr="00EE5174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EE5174" w:rsidRDefault="00EE5174" w:rsidP="002743B5">
            <w:pPr>
              <w:pStyle w:val="aa"/>
            </w:pPr>
            <w:r w:rsidRPr="00EE5174">
              <w:t>4099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EE5174" w:rsidRDefault="002743B5" w:rsidP="002743B5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EE5174" w:rsidRDefault="002743B5" w:rsidP="002743B5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EE5174" w:rsidRDefault="002743B5" w:rsidP="002743B5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EE5174" w:rsidRDefault="00EE5174" w:rsidP="002743B5">
            <w:pPr>
              <w:pStyle w:val="aa"/>
            </w:pPr>
            <w:r w:rsidRPr="00EE5174">
              <w:t>Девятуха Лилия Владимировна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EE5174" w:rsidRDefault="002743B5" w:rsidP="002743B5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EE5174" w:rsidRDefault="002743B5" w:rsidP="002743B5">
            <w:pPr>
              <w:pStyle w:val="aa"/>
            </w:pPr>
          </w:p>
        </w:tc>
      </w:tr>
      <w:tr w:rsidR="002743B5" w:rsidRPr="00EE5174" w:rsidTr="00EE5174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</w:tcPr>
          <w:p w:rsidR="002743B5" w:rsidRPr="00EE5174" w:rsidRDefault="00EE5174" w:rsidP="002743B5">
            <w:pPr>
              <w:pStyle w:val="aa"/>
              <w:rPr>
                <w:b/>
                <w:vertAlign w:val="superscript"/>
              </w:rPr>
            </w:pPr>
            <w:r w:rsidRPr="00EE5174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</w:tcPr>
          <w:p w:rsidR="002743B5" w:rsidRPr="00EE5174" w:rsidRDefault="002743B5" w:rsidP="002743B5">
            <w:pPr>
              <w:pStyle w:val="aa"/>
              <w:rPr>
                <w:b/>
                <w:vertAlign w:val="superscript"/>
              </w:rPr>
            </w:pPr>
            <w:bookmarkStart w:id="12" w:name="fio_users"/>
            <w:bookmarkEnd w:id="12"/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2743B5" w:rsidRPr="00EE5174" w:rsidRDefault="00EE5174" w:rsidP="002743B5">
            <w:pPr>
              <w:pStyle w:val="aa"/>
              <w:rPr>
                <w:b/>
                <w:vertAlign w:val="superscript"/>
              </w:rPr>
            </w:pPr>
            <w:r w:rsidRPr="00EE5174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2743B5" w:rsidRPr="00EE5174" w:rsidRDefault="002743B5" w:rsidP="002743B5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2743B5" w:rsidRPr="00EE5174" w:rsidRDefault="00EE5174" w:rsidP="002743B5">
            <w:pPr>
              <w:pStyle w:val="aa"/>
              <w:rPr>
                <w:b/>
                <w:vertAlign w:val="superscript"/>
              </w:rPr>
            </w:pPr>
            <w:r w:rsidRPr="00EE5174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2743B5" w:rsidRPr="00EE5174" w:rsidRDefault="002743B5" w:rsidP="002743B5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743B5" w:rsidRPr="00EE5174" w:rsidRDefault="00EE5174" w:rsidP="002743B5">
            <w:pPr>
              <w:pStyle w:val="aa"/>
              <w:rPr>
                <w:vertAlign w:val="superscript"/>
              </w:rPr>
            </w:pPr>
            <w:r w:rsidRPr="00EE5174">
              <w:rPr>
                <w:vertAlign w:val="superscript"/>
              </w:rPr>
              <w:t>(дата)</w:t>
            </w:r>
          </w:p>
        </w:tc>
      </w:tr>
    </w:tbl>
    <w:p w:rsidR="00DC1A91" w:rsidRDefault="00DC1A91" w:rsidP="00DC1A91">
      <w:pPr>
        <w:rPr>
          <w:lang w:val="en-US"/>
        </w:rPr>
      </w:pPr>
    </w:p>
    <w:sectPr w:rsidR="00DC1A91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71CE" w:rsidRDefault="009371CE" w:rsidP="00EE5174">
      <w:r>
        <w:separator/>
      </w:r>
    </w:p>
  </w:endnote>
  <w:endnote w:type="continuationSeparator" w:id="0">
    <w:p w:rsidR="009371CE" w:rsidRDefault="009371CE" w:rsidP="00EE51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71CE" w:rsidRDefault="009371CE" w:rsidP="00EE5174">
      <w:r>
        <w:separator/>
      </w:r>
    </w:p>
  </w:footnote>
  <w:footnote w:type="continuationSeparator" w:id="0">
    <w:p w:rsidR="009371CE" w:rsidRDefault="009371CE" w:rsidP="00EE51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ctivedoc_name" w:val="Документ30"/>
    <w:docVar w:name="att_org_adr" w:val="105187, г. Москва, пр. Окружной, д. 18, корп. Б;115432, г. Москва, Проектируемый проезд №4062, д. 6, стр. 16"/>
    <w:docVar w:name="att_org_dop" w:val="Автономная некоммерческая организация «Научно-Технический Центр «ТЕХНОПРОГРЕСС»_x000d__x000a_(АНО НТЦ «ТЕХНОПРОГРЕСС»)_x000d__x000a_Юр. адрес: 105187, г. Москва, пр. Окружной, д. 18, корп. Б;_x000d__x000a_Адрес места нахождения: 115432, г. Москва, Проектируемый проезд № 4062, д. 6 стр. 16._x000d__x000a_Испытательная лаборатория АНО НТЦ «ТЕХНОПРОГРЕСС»_x000d__x000a_Фактический адрес места осуществления деятельности:_x000d__x000a_115432, г. Москва, Проектируемый проезд №4062, д. 6, стр. 16, комнаты № 1, № 4, № 27;_x000d__x000a_105187, г. Москва, Окружной проезд, д. 18 корп. Б, комнаты № 1, № 2, № 3, № 3а, № 4, № 5._x000d__x000a_(495) 411-94-36, info@tehnoprogress.ru"/>
    <w:docVar w:name="att_org_name" w:val="Автономная некоммерческая организация «Научно-Технический Центр «ТЕХНОПРОГРЕСС»"/>
    <w:docVar w:name="att_org_reg_date" w:val="17.04.2017"/>
    <w:docVar w:name="att_org_reg_num" w:val="453"/>
    <w:docVar w:name="boss_fio" w:val="Трофимова Мария Александровна"/>
    <w:docVar w:name="ceh_info" w:val="Муниципалбное образование &quot;Красюковское сельское поселение&quot; Администрация Красюковского сельского поселения"/>
    <w:docVar w:name="doc_name" w:val="Документ30"/>
    <w:docVar w:name="doc_type" w:val="5"/>
    <w:docVar w:name="fill_date" w:val="       "/>
    <w:docVar w:name="org_guid" w:val="8B53CEC73BF24578AB816DA8142FB544"/>
    <w:docVar w:name="org_id" w:val="1"/>
    <w:docVar w:name="org_name" w:val="     "/>
    <w:docVar w:name="pers_guids" w:val="FE5A4415C3114E5F872C0E71319B7BB1@139-158-084 78"/>
    <w:docVar w:name="pers_snils" w:val="FE5A4415C3114E5F872C0E71319B7BB1@139-158-084 78"/>
    <w:docVar w:name="podr_id" w:val="org_1"/>
    <w:docVar w:name="pred_dolg" w:val="Заместитель главы Администрации по ЖКХ, строительству и благоустройству"/>
    <w:docVar w:name="pred_fio" w:val="Мирущенко Наталья Александровна"/>
    <w:docVar w:name="rbtd_name" w:val="Муниципалбное образование &quot;Красюковское сельское поселение&quot; Администрация Красюковского сельского поселения"/>
    <w:docVar w:name="step_test" w:val="6"/>
    <w:docVar w:name="sv_docs" w:val="1"/>
  </w:docVars>
  <w:rsids>
    <w:rsidRoot w:val="00EE5174"/>
    <w:rsid w:val="0002033E"/>
    <w:rsid w:val="000C5130"/>
    <w:rsid w:val="000D3760"/>
    <w:rsid w:val="000F0714"/>
    <w:rsid w:val="000F628B"/>
    <w:rsid w:val="00196135"/>
    <w:rsid w:val="001A7AC3"/>
    <w:rsid w:val="001B19D8"/>
    <w:rsid w:val="00237B32"/>
    <w:rsid w:val="002743B5"/>
    <w:rsid w:val="002761BA"/>
    <w:rsid w:val="003A1C01"/>
    <w:rsid w:val="003A2259"/>
    <w:rsid w:val="003C3080"/>
    <w:rsid w:val="003C79E5"/>
    <w:rsid w:val="003F4B55"/>
    <w:rsid w:val="00450E3E"/>
    <w:rsid w:val="004654AF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E4DFC"/>
    <w:rsid w:val="00725C51"/>
    <w:rsid w:val="00820552"/>
    <w:rsid w:val="00936F48"/>
    <w:rsid w:val="009371CE"/>
    <w:rsid w:val="00955246"/>
    <w:rsid w:val="009647F7"/>
    <w:rsid w:val="009A1326"/>
    <w:rsid w:val="009D6532"/>
    <w:rsid w:val="00A026A4"/>
    <w:rsid w:val="00AF1EDF"/>
    <w:rsid w:val="00B12F45"/>
    <w:rsid w:val="00B2089E"/>
    <w:rsid w:val="00B3448B"/>
    <w:rsid w:val="00B874F5"/>
    <w:rsid w:val="00BA560A"/>
    <w:rsid w:val="00C0355B"/>
    <w:rsid w:val="00C93056"/>
    <w:rsid w:val="00CA2E96"/>
    <w:rsid w:val="00CD2568"/>
    <w:rsid w:val="00D11966"/>
    <w:rsid w:val="00DC0F74"/>
    <w:rsid w:val="00DC1A91"/>
    <w:rsid w:val="00DD6622"/>
    <w:rsid w:val="00E25119"/>
    <w:rsid w:val="00E30B79"/>
    <w:rsid w:val="00E458F1"/>
    <w:rsid w:val="00EA3306"/>
    <w:rsid w:val="00EB7BDE"/>
    <w:rsid w:val="00EC5373"/>
    <w:rsid w:val="00EE5174"/>
    <w:rsid w:val="00F06873"/>
    <w:rsid w:val="00F262EE"/>
    <w:rsid w:val="00F835B0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6673329-1CC7-404C-8585-2B6831190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EE517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EE5174"/>
    <w:rPr>
      <w:sz w:val="24"/>
    </w:rPr>
  </w:style>
  <w:style w:type="paragraph" w:styleId="ad">
    <w:name w:val="footer"/>
    <w:basedOn w:val="a"/>
    <w:link w:val="ae"/>
    <w:rsid w:val="00EE517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EE517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sv_docs_date.dot</Template>
  <TotalTime>0</TotalTime>
  <Pages>3</Pages>
  <Words>761</Words>
  <Characters>4339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/>
  <LinksUpToDate>false</LinksUpToDate>
  <CharactersWithSpaces>5090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da_den</dc:creator>
  <cp:lastModifiedBy>Lydmila_Olegovna</cp:lastModifiedBy>
  <cp:revision>2</cp:revision>
  <dcterms:created xsi:type="dcterms:W3CDTF">2024-09-06T08:53:00Z</dcterms:created>
  <dcterms:modified xsi:type="dcterms:W3CDTF">2024-09-06T08:53:00Z</dcterms:modified>
</cp:coreProperties>
</file>